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C95BF" w14:textId="77777777" w:rsidR="00A71517" w:rsidRDefault="00A71517" w:rsidP="00A7151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F69B50D" w14:textId="77777777" w:rsidR="00A71517" w:rsidRDefault="00A71517" w:rsidP="00A7151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C46B00B" w14:textId="77777777" w:rsidR="00A71517" w:rsidRDefault="00A7151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620C2F26" w14:textId="43BAB1E0" w:rsidR="0085747A" w:rsidRPr="006C346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SYLABUS</w:t>
      </w:r>
    </w:p>
    <w:p w14:paraId="08799D13" w14:textId="5E52F82A" w:rsidR="0085747A" w:rsidRPr="006C346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346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C3461">
        <w:rPr>
          <w:rFonts w:ascii="Corbel" w:hAnsi="Corbel"/>
          <w:b/>
          <w:smallCaps/>
          <w:sz w:val="24"/>
          <w:szCs w:val="24"/>
        </w:rPr>
        <w:t xml:space="preserve"> </w:t>
      </w:r>
      <w:r w:rsidR="00102F01" w:rsidRPr="006C3461">
        <w:rPr>
          <w:rFonts w:ascii="Corbel" w:hAnsi="Corbel"/>
          <w:b/>
          <w:smallCaps/>
          <w:sz w:val="24"/>
          <w:szCs w:val="24"/>
        </w:rPr>
        <w:t>202</w:t>
      </w:r>
      <w:r w:rsidR="00E43F3E">
        <w:rPr>
          <w:rFonts w:ascii="Corbel" w:hAnsi="Corbel"/>
          <w:b/>
          <w:smallCaps/>
          <w:sz w:val="24"/>
          <w:szCs w:val="24"/>
        </w:rPr>
        <w:t>3</w:t>
      </w:r>
      <w:r w:rsidR="00102F01" w:rsidRPr="006C3461">
        <w:rPr>
          <w:rFonts w:ascii="Corbel" w:hAnsi="Corbel"/>
          <w:b/>
          <w:smallCaps/>
          <w:sz w:val="24"/>
          <w:szCs w:val="24"/>
        </w:rPr>
        <w:t>-202</w:t>
      </w:r>
      <w:r w:rsidR="00E43F3E">
        <w:rPr>
          <w:rFonts w:ascii="Corbel" w:hAnsi="Corbel"/>
          <w:b/>
          <w:smallCaps/>
          <w:sz w:val="24"/>
          <w:szCs w:val="24"/>
        </w:rPr>
        <w:t>8</w:t>
      </w:r>
    </w:p>
    <w:p w14:paraId="3C8B9454" w14:textId="3AEA8959" w:rsidR="0085747A" w:rsidRPr="006C3461" w:rsidRDefault="0035252D" w:rsidP="0035252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Rok ak</w:t>
      </w:r>
      <w:r w:rsidR="00942EDA" w:rsidRPr="006C3461">
        <w:rPr>
          <w:rFonts w:ascii="Corbel" w:hAnsi="Corbel"/>
          <w:sz w:val="24"/>
          <w:szCs w:val="24"/>
        </w:rPr>
        <w:t>ademicki</w:t>
      </w:r>
      <w:r w:rsidRPr="006C3461">
        <w:rPr>
          <w:rFonts w:ascii="Corbel" w:hAnsi="Corbel"/>
          <w:sz w:val="24"/>
          <w:szCs w:val="24"/>
        </w:rPr>
        <w:t xml:space="preserve"> </w:t>
      </w:r>
      <w:r w:rsidRPr="000166F4">
        <w:rPr>
          <w:rFonts w:ascii="Corbel" w:hAnsi="Corbel"/>
          <w:b/>
          <w:bCs/>
          <w:sz w:val="24"/>
          <w:szCs w:val="24"/>
        </w:rPr>
        <w:t>202</w:t>
      </w:r>
      <w:r w:rsidR="00E43F3E">
        <w:rPr>
          <w:rFonts w:ascii="Corbel" w:hAnsi="Corbel"/>
          <w:b/>
          <w:bCs/>
          <w:sz w:val="24"/>
          <w:szCs w:val="24"/>
        </w:rPr>
        <w:t>6</w:t>
      </w:r>
      <w:r w:rsidRPr="000166F4">
        <w:rPr>
          <w:rFonts w:ascii="Corbel" w:hAnsi="Corbel"/>
          <w:b/>
          <w:bCs/>
          <w:sz w:val="24"/>
          <w:szCs w:val="24"/>
        </w:rPr>
        <w:t>/202</w:t>
      </w:r>
      <w:r w:rsidR="00E43F3E">
        <w:rPr>
          <w:rFonts w:ascii="Corbel" w:hAnsi="Corbel"/>
          <w:b/>
          <w:bCs/>
          <w:sz w:val="24"/>
          <w:szCs w:val="24"/>
        </w:rPr>
        <w:t>7</w:t>
      </w:r>
    </w:p>
    <w:p w14:paraId="51C63DB8" w14:textId="77777777" w:rsidR="0085747A" w:rsidRPr="006C346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3461">
        <w:rPr>
          <w:rFonts w:ascii="Corbel" w:hAnsi="Corbel"/>
          <w:szCs w:val="24"/>
        </w:rPr>
        <w:t xml:space="preserve">1. </w:t>
      </w:r>
      <w:r w:rsidR="0085747A" w:rsidRPr="006C3461">
        <w:rPr>
          <w:rFonts w:ascii="Corbel" w:hAnsi="Corbel"/>
          <w:szCs w:val="24"/>
        </w:rPr>
        <w:t xml:space="preserve">Podstawowe </w:t>
      </w:r>
      <w:r w:rsidR="00445970" w:rsidRPr="006C346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3461" w14:paraId="4F3782B9" w14:textId="77777777" w:rsidTr="00942EDA">
        <w:tc>
          <w:tcPr>
            <w:tcW w:w="2694" w:type="dxa"/>
            <w:vAlign w:val="center"/>
          </w:tcPr>
          <w:p w14:paraId="3D3AA891" w14:textId="77777777" w:rsidR="0085747A" w:rsidRPr="006C346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618BA9" w14:textId="77777777" w:rsidR="0085747A" w:rsidRPr="006C3461" w:rsidRDefault="00942EDA" w:rsidP="00942ED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statystyka w badaniach pedagogicznych</w:t>
            </w:r>
          </w:p>
        </w:tc>
      </w:tr>
      <w:tr w:rsidR="00942EDA" w:rsidRPr="006C3461" w14:paraId="0320E872" w14:textId="77777777" w:rsidTr="00942EDA">
        <w:tc>
          <w:tcPr>
            <w:tcW w:w="2694" w:type="dxa"/>
            <w:vAlign w:val="center"/>
          </w:tcPr>
          <w:p w14:paraId="1F9ED31E" w14:textId="77777777"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B15EC8F" w14:textId="77777777" w:rsidR="00942EDA" w:rsidRPr="006C3461" w:rsidRDefault="00942EDA" w:rsidP="00942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3461" w14:paraId="1477DB8B" w14:textId="77777777" w:rsidTr="00942EDA">
        <w:tc>
          <w:tcPr>
            <w:tcW w:w="2694" w:type="dxa"/>
            <w:vAlign w:val="center"/>
          </w:tcPr>
          <w:p w14:paraId="2081FD43" w14:textId="77777777" w:rsidR="0085747A" w:rsidRPr="006C346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C346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DDAE63" w14:textId="77777777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C3461" w14:paraId="3500BCD8" w14:textId="77777777" w:rsidTr="00942EDA">
        <w:tc>
          <w:tcPr>
            <w:tcW w:w="2694" w:type="dxa"/>
            <w:vAlign w:val="center"/>
          </w:tcPr>
          <w:p w14:paraId="552E1339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A46698" w14:textId="77777777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Instytut Ekonomii</w:t>
            </w:r>
          </w:p>
        </w:tc>
      </w:tr>
      <w:tr w:rsidR="00942EDA" w:rsidRPr="006C3461" w14:paraId="442B0447" w14:textId="77777777" w:rsidTr="00942EDA">
        <w:tc>
          <w:tcPr>
            <w:tcW w:w="2694" w:type="dxa"/>
            <w:vAlign w:val="center"/>
          </w:tcPr>
          <w:p w14:paraId="78598C52" w14:textId="77777777" w:rsidR="00942EDA" w:rsidRPr="006C3461" w:rsidRDefault="00942ED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692E89" w14:textId="77777777" w:rsidR="00942ED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3461" w14:paraId="4821BD55" w14:textId="77777777" w:rsidTr="00942EDA">
        <w:tc>
          <w:tcPr>
            <w:tcW w:w="2694" w:type="dxa"/>
            <w:vAlign w:val="center"/>
          </w:tcPr>
          <w:p w14:paraId="414FEEB6" w14:textId="77777777" w:rsidR="0085747A" w:rsidRPr="006C346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858A91" w14:textId="77777777"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C3461" w14:paraId="60596EA1" w14:textId="77777777" w:rsidTr="00942EDA">
        <w:tc>
          <w:tcPr>
            <w:tcW w:w="2694" w:type="dxa"/>
            <w:vAlign w:val="center"/>
          </w:tcPr>
          <w:p w14:paraId="51694BDB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8FF290" w14:textId="77777777" w:rsidR="0085747A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3461" w14:paraId="5E5D6931" w14:textId="77777777" w:rsidTr="00942EDA">
        <w:tc>
          <w:tcPr>
            <w:tcW w:w="2694" w:type="dxa"/>
            <w:vAlign w:val="center"/>
          </w:tcPr>
          <w:p w14:paraId="61F5FB0A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ACA5B2" w14:textId="77777777" w:rsidR="0085747A" w:rsidRPr="006C3461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3461" w14:paraId="48C08264" w14:textId="77777777" w:rsidTr="00942EDA">
        <w:tc>
          <w:tcPr>
            <w:tcW w:w="2694" w:type="dxa"/>
            <w:vAlign w:val="center"/>
          </w:tcPr>
          <w:p w14:paraId="40995A3D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3461">
              <w:rPr>
                <w:rFonts w:ascii="Corbel" w:hAnsi="Corbel"/>
                <w:sz w:val="24"/>
                <w:szCs w:val="24"/>
              </w:rPr>
              <w:t>/y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279D0B" w14:textId="27DCC597" w:rsidR="0085747A" w:rsidRPr="006C3461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4E50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 w:val="0"/>
                <w:sz w:val="24"/>
                <w:szCs w:val="24"/>
              </w:rPr>
              <w:t>rok, 8 semestr</w:t>
            </w:r>
          </w:p>
        </w:tc>
      </w:tr>
      <w:tr w:rsidR="0085747A" w:rsidRPr="006C3461" w14:paraId="61962657" w14:textId="77777777" w:rsidTr="00942EDA">
        <w:tc>
          <w:tcPr>
            <w:tcW w:w="2694" w:type="dxa"/>
            <w:vAlign w:val="center"/>
          </w:tcPr>
          <w:p w14:paraId="1C57168A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08684D" w14:textId="32A2BA95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G. Metodologia badań naukowych</w:t>
            </w:r>
          </w:p>
        </w:tc>
      </w:tr>
      <w:tr w:rsidR="00923D7D" w:rsidRPr="006C3461" w14:paraId="7C03B7DB" w14:textId="77777777" w:rsidTr="00942EDA">
        <w:tc>
          <w:tcPr>
            <w:tcW w:w="2694" w:type="dxa"/>
            <w:vAlign w:val="center"/>
          </w:tcPr>
          <w:p w14:paraId="5849C5AD" w14:textId="77777777" w:rsidR="00923D7D" w:rsidRPr="006C346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31512C" w14:textId="77777777" w:rsidR="00923D7D" w:rsidRPr="006C3461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C3461" w14:paraId="21414407" w14:textId="77777777" w:rsidTr="00942EDA">
        <w:tc>
          <w:tcPr>
            <w:tcW w:w="2694" w:type="dxa"/>
            <w:vAlign w:val="center"/>
          </w:tcPr>
          <w:p w14:paraId="35B15993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C6308B" w14:textId="77777777" w:rsidR="0085747A" w:rsidRPr="006C3461" w:rsidRDefault="00942E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6C3461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6C346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C3461" w14:paraId="3C866D0E" w14:textId="77777777" w:rsidTr="00942EDA">
        <w:tc>
          <w:tcPr>
            <w:tcW w:w="2694" w:type="dxa"/>
            <w:vAlign w:val="center"/>
          </w:tcPr>
          <w:p w14:paraId="5FDB7A03" w14:textId="77777777" w:rsidR="0085747A" w:rsidRPr="006C34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E4AB25" w14:textId="77777777" w:rsidR="0085747A" w:rsidRPr="006C3461" w:rsidRDefault="000A03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</w:tbl>
    <w:p w14:paraId="0C1277ED" w14:textId="77777777" w:rsidR="00923D7D" w:rsidRPr="006C3461" w:rsidRDefault="0085747A" w:rsidP="0035252D">
      <w:pPr>
        <w:pStyle w:val="Podpunkty"/>
        <w:ind w:left="0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* </w:t>
      </w:r>
      <w:r w:rsidRPr="006C3461">
        <w:rPr>
          <w:rFonts w:ascii="Corbel" w:hAnsi="Corbel"/>
          <w:i/>
          <w:sz w:val="24"/>
          <w:szCs w:val="24"/>
        </w:rPr>
        <w:t>-</w:t>
      </w:r>
      <w:r w:rsidR="00B90885" w:rsidRPr="006C346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C3461">
        <w:rPr>
          <w:rFonts w:ascii="Corbel" w:hAnsi="Corbel"/>
          <w:b w:val="0"/>
          <w:sz w:val="24"/>
          <w:szCs w:val="24"/>
        </w:rPr>
        <w:t>e,</w:t>
      </w:r>
      <w:r w:rsidRPr="006C3461">
        <w:rPr>
          <w:rFonts w:ascii="Corbel" w:hAnsi="Corbel"/>
          <w:i/>
          <w:sz w:val="24"/>
          <w:szCs w:val="24"/>
        </w:rPr>
        <w:t xml:space="preserve"> </w:t>
      </w:r>
      <w:r w:rsidRPr="006C346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C3461">
        <w:rPr>
          <w:rFonts w:ascii="Corbel" w:hAnsi="Corbel"/>
          <w:b w:val="0"/>
          <w:i/>
          <w:sz w:val="24"/>
          <w:szCs w:val="24"/>
        </w:rPr>
        <w:t>w Jednostce</w:t>
      </w:r>
    </w:p>
    <w:p w14:paraId="3B8F6E4E" w14:textId="77777777" w:rsidR="006C6DE3" w:rsidRPr="006C3461" w:rsidRDefault="006C6DE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08876A73" w14:textId="77777777" w:rsidR="0085747A" w:rsidRPr="006C346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1.</w:t>
      </w:r>
      <w:r w:rsidR="00E22FBC" w:rsidRPr="006C3461">
        <w:rPr>
          <w:rFonts w:ascii="Corbel" w:hAnsi="Corbel"/>
          <w:sz w:val="24"/>
          <w:szCs w:val="24"/>
        </w:rPr>
        <w:t>1</w:t>
      </w:r>
      <w:r w:rsidRPr="006C346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B7586" w14:textId="77777777" w:rsidR="00923D7D" w:rsidRPr="006C346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6C3461" w14:paraId="7FEC5F6A" w14:textId="77777777" w:rsidTr="0035252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74EA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Semestr</w:t>
            </w:r>
          </w:p>
          <w:p w14:paraId="619A09AD" w14:textId="77777777" w:rsidR="00015B8F" w:rsidRPr="006C346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(</w:t>
            </w:r>
            <w:r w:rsidR="00363F78" w:rsidRPr="006C346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156D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Wykł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DFCC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6FDA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Konw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B066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075C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Sem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00C7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C083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3461">
              <w:rPr>
                <w:rFonts w:ascii="Corbel" w:hAnsi="Corbel"/>
                <w:szCs w:val="24"/>
              </w:rPr>
              <w:t>Prakt</w:t>
            </w:r>
            <w:proofErr w:type="spellEnd"/>
            <w:r w:rsidRPr="006C346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42D9" w14:textId="77777777" w:rsidR="00015B8F" w:rsidRPr="006C3461" w:rsidRDefault="006C6DE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346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4FD5" w14:textId="77777777" w:rsidR="00015B8F" w:rsidRPr="006C346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3461">
              <w:rPr>
                <w:rFonts w:ascii="Corbel" w:hAnsi="Corbel"/>
                <w:b/>
                <w:szCs w:val="24"/>
              </w:rPr>
              <w:t>Liczba pkt</w:t>
            </w:r>
            <w:r w:rsidR="00B90885" w:rsidRPr="006C3461">
              <w:rPr>
                <w:rFonts w:ascii="Corbel" w:hAnsi="Corbel"/>
                <w:b/>
                <w:szCs w:val="24"/>
              </w:rPr>
              <w:t>.</w:t>
            </w:r>
            <w:r w:rsidRPr="006C346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C3461" w14:paraId="3A61C3E8" w14:textId="77777777" w:rsidTr="0035252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58D3" w14:textId="77777777" w:rsidR="00015B8F" w:rsidRPr="006C3461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5F1C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8174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EF2B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2F05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A9F5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FF5C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40B7" w14:textId="77777777" w:rsidR="00015B8F" w:rsidRPr="006C3461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9395" w14:textId="77777777" w:rsidR="00015B8F" w:rsidRPr="006C3461" w:rsidRDefault="006C6DE3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9293" w14:textId="77777777" w:rsidR="00015B8F" w:rsidRPr="006C3461" w:rsidRDefault="00A10B94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A55F17" w14:textId="77777777" w:rsidR="00923D7D" w:rsidRPr="006C346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3DDDF5" w14:textId="77777777" w:rsidR="00923D7D" w:rsidRPr="006C346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78C95D" w14:textId="77777777"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1.2.</w:t>
      </w:r>
      <w:r w:rsidRPr="006C346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D1A197" w14:textId="77777777" w:rsidR="0035252D" w:rsidRPr="006C3461" w:rsidRDefault="0035252D" w:rsidP="0035252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C3461">
        <w:rPr>
          <w:rFonts w:ascii="Corbel" w:eastAsia="MS Gothic" w:hAnsi="Corbel"/>
          <w:b w:val="0"/>
          <w:szCs w:val="24"/>
        </w:rPr>
        <w:sym w:font="Wingdings" w:char="F078"/>
      </w:r>
      <w:r w:rsidRPr="006C3461">
        <w:rPr>
          <w:rFonts w:ascii="Corbel" w:eastAsia="MS Gothic" w:hAnsi="Corbel"/>
          <w:b w:val="0"/>
          <w:szCs w:val="24"/>
        </w:rPr>
        <w:t xml:space="preserve"> </w:t>
      </w:r>
      <w:r w:rsidRPr="006C346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B310F85" w14:textId="77777777" w:rsidR="0035252D" w:rsidRPr="006C3461" w:rsidRDefault="0035252D" w:rsidP="003525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42D6737" w14:textId="77777777" w:rsidR="0035252D" w:rsidRPr="006C3461" w:rsidRDefault="0035252D" w:rsidP="003525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D733B" w14:textId="77777777" w:rsidR="0035252D" w:rsidRPr="006C3461" w:rsidRDefault="0035252D" w:rsidP="0035252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1.3 </w:t>
      </w:r>
      <w:r w:rsidRPr="006C3461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569A9EDC" w14:textId="77777777" w:rsidR="0035252D" w:rsidRPr="006C3461" w:rsidRDefault="0035252D" w:rsidP="0035252D">
      <w:pPr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ab/>
        <w:t>zaliczenie z oceną</w:t>
      </w:r>
    </w:p>
    <w:p w14:paraId="04CD44A7" w14:textId="77777777" w:rsidR="00E960BB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14:paraId="1DEC712D" w14:textId="77777777" w:rsidTr="00745302">
        <w:tc>
          <w:tcPr>
            <w:tcW w:w="9670" w:type="dxa"/>
          </w:tcPr>
          <w:p w14:paraId="51CF6F44" w14:textId="77777777" w:rsidR="0085747A" w:rsidRPr="006C3461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14:paraId="12BE8D4A" w14:textId="77777777" w:rsidR="00153C41" w:rsidRPr="006C346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3EFD5E" w14:textId="77777777" w:rsidR="0085747A" w:rsidRPr="006C346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3461">
        <w:rPr>
          <w:rFonts w:ascii="Corbel" w:hAnsi="Corbel"/>
          <w:szCs w:val="24"/>
        </w:rPr>
        <w:t>3.</w:t>
      </w:r>
      <w:r w:rsidR="0085747A" w:rsidRPr="006C3461">
        <w:rPr>
          <w:rFonts w:ascii="Corbel" w:hAnsi="Corbel"/>
          <w:szCs w:val="24"/>
        </w:rPr>
        <w:t xml:space="preserve"> </w:t>
      </w:r>
      <w:r w:rsidR="00A84C85" w:rsidRPr="006C3461">
        <w:rPr>
          <w:rFonts w:ascii="Corbel" w:hAnsi="Corbel"/>
          <w:szCs w:val="24"/>
        </w:rPr>
        <w:t>cele, efekty uczenia się</w:t>
      </w:r>
      <w:r w:rsidR="0085747A" w:rsidRPr="006C3461">
        <w:rPr>
          <w:rFonts w:ascii="Corbel" w:hAnsi="Corbel"/>
          <w:szCs w:val="24"/>
        </w:rPr>
        <w:t xml:space="preserve"> , treści Programowe i stosowane metody Dydaktyczne</w:t>
      </w:r>
    </w:p>
    <w:p w14:paraId="128ABC71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6C04DA" w14:textId="77777777" w:rsidR="0085747A" w:rsidRPr="006C346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3.1 </w:t>
      </w:r>
      <w:r w:rsidR="00C05F44" w:rsidRPr="006C3461">
        <w:rPr>
          <w:rFonts w:ascii="Corbel" w:hAnsi="Corbel"/>
          <w:sz w:val="24"/>
          <w:szCs w:val="24"/>
        </w:rPr>
        <w:t>Cele przedmiotu</w:t>
      </w:r>
    </w:p>
    <w:p w14:paraId="1E031C2E" w14:textId="77777777" w:rsidR="00F83B28" w:rsidRPr="006C346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6C3461" w14:paraId="78051005" w14:textId="77777777" w:rsidTr="00550443">
        <w:tc>
          <w:tcPr>
            <w:tcW w:w="851" w:type="dxa"/>
            <w:vAlign w:val="center"/>
          </w:tcPr>
          <w:p w14:paraId="785CC349" w14:textId="77777777"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19BCB8AA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550443" w:rsidRPr="006C3461" w14:paraId="15C412CA" w14:textId="77777777" w:rsidTr="00550443">
        <w:tc>
          <w:tcPr>
            <w:tcW w:w="851" w:type="dxa"/>
            <w:vAlign w:val="center"/>
          </w:tcPr>
          <w:p w14:paraId="75448DD8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028563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</w:tr>
      <w:tr w:rsidR="00550443" w:rsidRPr="006C3461" w14:paraId="4CF76049" w14:textId="77777777" w:rsidTr="00550443">
        <w:tc>
          <w:tcPr>
            <w:tcW w:w="851" w:type="dxa"/>
            <w:vAlign w:val="center"/>
          </w:tcPr>
          <w:p w14:paraId="1E119179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068A61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550443" w:rsidRPr="006C3461" w14:paraId="0318A170" w14:textId="77777777" w:rsidTr="00550443">
        <w:tc>
          <w:tcPr>
            <w:tcW w:w="851" w:type="dxa"/>
            <w:vAlign w:val="center"/>
          </w:tcPr>
          <w:p w14:paraId="4935C170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AB543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z zakresu statystyki opisowej w celu ich zastosowania do statystycznej analizy danych oraz umiejętności posługiwania się podstawowymi metodami wnioskowania statystycznego.</w:t>
            </w:r>
          </w:p>
        </w:tc>
      </w:tr>
      <w:tr w:rsidR="00550443" w:rsidRPr="006C3461" w14:paraId="4EB6D25D" w14:textId="77777777" w:rsidTr="00550443">
        <w:tc>
          <w:tcPr>
            <w:tcW w:w="851" w:type="dxa"/>
            <w:vAlign w:val="center"/>
          </w:tcPr>
          <w:p w14:paraId="62F5EDD9" w14:textId="77777777" w:rsidR="00550443" w:rsidRPr="006C3461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FB28577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  <w:tr w:rsidR="00550443" w:rsidRPr="006C3461" w14:paraId="62CD3043" w14:textId="77777777" w:rsidTr="00550443">
        <w:tc>
          <w:tcPr>
            <w:tcW w:w="851" w:type="dxa"/>
            <w:vAlign w:val="center"/>
          </w:tcPr>
          <w:p w14:paraId="56B11319" w14:textId="77777777" w:rsidR="00550443" w:rsidRPr="006C3461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346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23693B3" w14:textId="77777777" w:rsidR="00550443" w:rsidRPr="006C3461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C3461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Umiejętność praktycznego posługiwania się treściami teoretycznymi (wzorami), umiejętność pracy indywidualnej i grupowej</w:t>
            </w:r>
          </w:p>
        </w:tc>
      </w:tr>
    </w:tbl>
    <w:p w14:paraId="74C16C4E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64D0BE" w14:textId="77777777" w:rsidR="001D7B54" w:rsidRPr="006C346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3.2 </w:t>
      </w:r>
      <w:r w:rsidR="001D7B54" w:rsidRPr="006C3461">
        <w:rPr>
          <w:rFonts w:ascii="Corbel" w:hAnsi="Corbel"/>
          <w:b/>
          <w:sz w:val="24"/>
          <w:szCs w:val="24"/>
        </w:rPr>
        <w:t xml:space="preserve">Efekty </w:t>
      </w:r>
      <w:r w:rsidR="00C05F44" w:rsidRPr="006C346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3461">
        <w:rPr>
          <w:rFonts w:ascii="Corbel" w:hAnsi="Corbel"/>
          <w:b/>
          <w:sz w:val="24"/>
          <w:szCs w:val="24"/>
        </w:rPr>
        <w:t>dla przedmiotu</w:t>
      </w:r>
      <w:r w:rsidR="00445970" w:rsidRPr="006C3461">
        <w:rPr>
          <w:rFonts w:ascii="Corbel" w:hAnsi="Corbel"/>
          <w:sz w:val="24"/>
          <w:szCs w:val="24"/>
        </w:rPr>
        <w:t xml:space="preserve"> </w:t>
      </w:r>
    </w:p>
    <w:p w14:paraId="25A8CBC9" w14:textId="77777777" w:rsidR="001D7B54" w:rsidRPr="006C346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C3461" w14:paraId="5B195279" w14:textId="77777777" w:rsidTr="0071620A">
        <w:tc>
          <w:tcPr>
            <w:tcW w:w="1701" w:type="dxa"/>
            <w:vAlign w:val="center"/>
          </w:tcPr>
          <w:p w14:paraId="579EB1CA" w14:textId="77777777"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346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E176F11" w14:textId="77777777"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0CD376" w14:textId="77777777" w:rsidR="0085747A" w:rsidRPr="006C346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C346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52D" w:rsidRPr="006C3461" w14:paraId="6EBF4FA0" w14:textId="77777777" w:rsidTr="0071620A">
        <w:tc>
          <w:tcPr>
            <w:tcW w:w="1701" w:type="dxa"/>
            <w:vAlign w:val="center"/>
          </w:tcPr>
          <w:p w14:paraId="757DC86A" w14:textId="77777777" w:rsidR="0035252D" w:rsidRPr="006C3461" w:rsidRDefault="0035252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757E9040" w14:textId="77777777"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1370F04C" w14:textId="77777777" w:rsidR="0035252D" w:rsidRPr="006C3461" w:rsidRDefault="0035252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C2E" w:rsidRPr="006C3461" w14:paraId="717719B9" w14:textId="77777777" w:rsidTr="00783082">
        <w:tc>
          <w:tcPr>
            <w:tcW w:w="1701" w:type="dxa"/>
            <w:vAlign w:val="center"/>
          </w:tcPr>
          <w:p w14:paraId="3C5E99EC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443C2B0" w14:textId="77777777" w:rsidR="00283C2E" w:rsidRPr="006C3461" w:rsidRDefault="0021258F" w:rsidP="00DA49F8">
            <w:pPr>
              <w:pStyle w:val="Akapitzlist"/>
              <w:tabs>
                <w:tab w:val="left" w:pos="1136"/>
                <w:tab w:val="left" w:pos="12644"/>
              </w:tabs>
              <w:spacing w:before="60" w:after="60"/>
              <w:ind w:left="63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rozumie przedmiotowe i metodologiczne powiązania pedagogiki specjalnej ze statystyką </w:t>
            </w:r>
            <w:r w:rsidR="00DA49F8" w:rsidRPr="006C3461">
              <w:rPr>
                <w:rFonts w:ascii="Corbel" w:hAnsi="Corbel"/>
                <w:sz w:val="24"/>
                <w:szCs w:val="24"/>
              </w:rPr>
              <w:t>opisową i wnioskowaniem statystycznym; zna konieczność aplikowaniem wybranych metod ilościowych do opracowania wyników  badań własnych</w:t>
            </w:r>
          </w:p>
        </w:tc>
        <w:tc>
          <w:tcPr>
            <w:tcW w:w="1873" w:type="dxa"/>
            <w:vAlign w:val="center"/>
          </w:tcPr>
          <w:p w14:paraId="06908626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283C2E" w:rsidRPr="006C3461" w14:paraId="325569B7" w14:textId="77777777" w:rsidTr="00783082">
        <w:tc>
          <w:tcPr>
            <w:tcW w:w="1701" w:type="dxa"/>
            <w:vAlign w:val="center"/>
          </w:tcPr>
          <w:p w14:paraId="0122B7B6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EE6B01" w14:textId="77777777" w:rsidR="00283C2E" w:rsidRPr="006C3461" w:rsidRDefault="00DA49F8" w:rsidP="0035252D">
            <w:pPr>
              <w:tabs>
                <w:tab w:val="left" w:pos="175"/>
                <w:tab w:val="left" w:pos="1264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założenia  metodologiczne  oraz  zasady  projektowania  i </w:t>
            </w:r>
            <w:r w:rsidRPr="006C3461">
              <w:rPr>
                <w:rFonts w:ascii="Corbel" w:hAnsi="Corbel"/>
                <w:sz w:val="24"/>
                <w:szCs w:val="24"/>
              </w:rPr>
              <w:t>prowadzenia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 badań   naukowych   w   zakresie   pedagogiki   </w:t>
            </w:r>
            <w:r w:rsidRPr="006C3461">
              <w:rPr>
                <w:rFonts w:ascii="Corbel" w:hAnsi="Corbel"/>
                <w:sz w:val="24"/>
                <w:szCs w:val="24"/>
              </w:rPr>
              <w:t>specjalnej</w:t>
            </w:r>
            <w:r w:rsidR="00283C2E" w:rsidRPr="006C3461"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48BCD71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PS.W6</w:t>
            </w:r>
          </w:p>
        </w:tc>
      </w:tr>
      <w:tr w:rsidR="00283C2E" w:rsidRPr="006C3461" w14:paraId="1BD372C4" w14:textId="77777777" w:rsidTr="006C37C6">
        <w:tc>
          <w:tcPr>
            <w:tcW w:w="1701" w:type="dxa"/>
            <w:vAlign w:val="center"/>
          </w:tcPr>
          <w:p w14:paraId="11C564E1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CBBC595" w14:textId="77777777" w:rsidR="00283C2E" w:rsidRPr="006C3461" w:rsidRDefault="00DA49F8" w:rsidP="0035252D">
            <w:pPr>
              <w:tabs>
                <w:tab w:val="left" w:pos="3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zna i rozumie</w:t>
            </w:r>
            <w:r w:rsidR="000A7F18" w:rsidRPr="006C3461">
              <w:rPr>
                <w:rFonts w:ascii="Corbel" w:hAnsi="Corbel"/>
                <w:sz w:val="24"/>
                <w:szCs w:val="24"/>
              </w:rPr>
              <w:t xml:space="preserve"> metodologiczne założenia konieczne do wyboru i stosowania, adekwatnych do  zgromadzonych danych i charakteru badań,  metod statystycznych. Zna również 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zasady oraz etyczne normy projektowania i realizacji badań naukowych w zakresie pedagogiki specjalnej.</w:t>
            </w:r>
          </w:p>
        </w:tc>
        <w:tc>
          <w:tcPr>
            <w:tcW w:w="1873" w:type="dxa"/>
            <w:vAlign w:val="center"/>
          </w:tcPr>
          <w:p w14:paraId="2A97C7A9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PS.W7</w:t>
            </w:r>
          </w:p>
        </w:tc>
      </w:tr>
      <w:tr w:rsidR="00283C2E" w:rsidRPr="006C3461" w14:paraId="4EFC31BF" w14:textId="77777777" w:rsidTr="006C37C6">
        <w:tc>
          <w:tcPr>
            <w:tcW w:w="1701" w:type="dxa"/>
            <w:vAlign w:val="center"/>
          </w:tcPr>
          <w:p w14:paraId="19E690EA" w14:textId="77777777" w:rsidR="00283C2E" w:rsidRPr="006C3461" w:rsidRDefault="00283C2E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520DF7" w14:textId="77777777" w:rsidR="00283C2E" w:rsidRPr="006C3461" w:rsidRDefault="001C53EC" w:rsidP="0035252D">
            <w:pPr>
              <w:tabs>
                <w:tab w:val="left" w:pos="34"/>
              </w:tabs>
              <w:spacing w:before="60" w:after="60"/>
              <w:ind w:right="-1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potrafi rozróżniać  metody statystyczne i wykorzystywać je  w  badaniach  naukowych,  formułować  cele  i problemy badawcze adekwatne do wybranych metod,  opracowywać, prezentować i interpretować wyniki badań, wyciągać wnioski, wskazywać kierunki dalszych badań w obrębie </w:t>
            </w: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pedagogiki specjalnej.</w:t>
            </w:r>
          </w:p>
        </w:tc>
        <w:tc>
          <w:tcPr>
            <w:tcW w:w="1873" w:type="dxa"/>
            <w:vAlign w:val="center"/>
          </w:tcPr>
          <w:p w14:paraId="0FEE95F9" w14:textId="77777777" w:rsidR="00283C2E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lastRenderedPageBreak/>
              <w:t>PS.U3</w:t>
            </w:r>
          </w:p>
        </w:tc>
      </w:tr>
      <w:tr w:rsidR="00CF69AB" w:rsidRPr="006C3461" w14:paraId="79DA7AEA" w14:textId="77777777" w:rsidTr="00CF69AB">
        <w:tc>
          <w:tcPr>
            <w:tcW w:w="1701" w:type="dxa"/>
            <w:vAlign w:val="center"/>
          </w:tcPr>
          <w:p w14:paraId="3C0D4062" w14:textId="77777777" w:rsidR="00CF69AB" w:rsidRPr="006C3461" w:rsidRDefault="00231ABF" w:rsidP="00AB45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636BBAD4" w14:textId="77777777" w:rsidR="00CF69AB" w:rsidRPr="006C3461" w:rsidRDefault="00283C2E" w:rsidP="00361C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="00940D7C" w:rsidRPr="006C3461">
              <w:rPr>
                <w:rFonts w:ascii="Corbel" w:hAnsi="Corbel"/>
                <w:sz w:val="24"/>
                <w:szCs w:val="24"/>
              </w:rPr>
              <w:t xml:space="preserve">do </w:t>
            </w:r>
            <w:r w:rsidR="00361C0C" w:rsidRPr="006C3461">
              <w:rPr>
                <w:rFonts w:ascii="Corbel" w:hAnsi="Corbel"/>
                <w:sz w:val="24"/>
                <w:szCs w:val="24"/>
              </w:rPr>
              <w:t xml:space="preserve">doceniania tradycji i dorobku badań w zakresie pedagogiki specjalnej, ale również do ich kontynuacji i poszerzania o nowe procedury badawcze, zwłaszcza poprzez użycie odpowiednich i zróżnicowanych metod z zakresu statystyki pedagogicznej </w:t>
            </w:r>
          </w:p>
        </w:tc>
        <w:tc>
          <w:tcPr>
            <w:tcW w:w="1873" w:type="dxa"/>
            <w:vAlign w:val="center"/>
          </w:tcPr>
          <w:p w14:paraId="36EB3EF1" w14:textId="77777777" w:rsidR="00CF69AB" w:rsidRPr="006C3461" w:rsidRDefault="0021258F" w:rsidP="00CF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PS.K8</w:t>
            </w:r>
          </w:p>
        </w:tc>
      </w:tr>
    </w:tbl>
    <w:p w14:paraId="4DAA5B44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7C2E13" w14:textId="77777777" w:rsidR="006C6DE3" w:rsidRPr="006C3461" w:rsidRDefault="006C6DE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0057BD" w14:textId="77777777" w:rsidR="0085747A" w:rsidRPr="006C34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>3.3</w:t>
      </w:r>
      <w:r w:rsidR="001D7B54" w:rsidRPr="006C3461">
        <w:rPr>
          <w:rFonts w:ascii="Corbel" w:hAnsi="Corbel"/>
          <w:b/>
          <w:sz w:val="24"/>
          <w:szCs w:val="24"/>
        </w:rPr>
        <w:t xml:space="preserve"> </w:t>
      </w:r>
      <w:r w:rsidR="0085747A" w:rsidRPr="006C3461">
        <w:rPr>
          <w:rFonts w:ascii="Corbel" w:hAnsi="Corbel"/>
          <w:b/>
          <w:sz w:val="24"/>
          <w:szCs w:val="24"/>
        </w:rPr>
        <w:t>T</w:t>
      </w:r>
      <w:r w:rsidR="001D7B54" w:rsidRPr="006C34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C3461">
        <w:rPr>
          <w:rFonts w:ascii="Corbel" w:hAnsi="Corbel"/>
          <w:sz w:val="24"/>
          <w:szCs w:val="24"/>
        </w:rPr>
        <w:t xml:space="preserve">  </w:t>
      </w:r>
    </w:p>
    <w:p w14:paraId="5632900D" w14:textId="77777777" w:rsidR="00675843" w:rsidRPr="006C3461" w:rsidRDefault="0085747A" w:rsidP="006C6D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 xml:space="preserve">Problematyka wykładu </w:t>
      </w:r>
      <w:r w:rsidR="006C6DE3" w:rsidRPr="006C3461">
        <w:rPr>
          <w:rFonts w:ascii="Corbel" w:hAnsi="Corbel"/>
          <w:sz w:val="24"/>
          <w:szCs w:val="24"/>
        </w:rPr>
        <w:t xml:space="preserve">- </w:t>
      </w:r>
      <w:r w:rsidR="0035252D" w:rsidRPr="006C3461">
        <w:rPr>
          <w:rFonts w:ascii="Corbel" w:hAnsi="Corbel"/>
          <w:sz w:val="24"/>
          <w:szCs w:val="24"/>
        </w:rPr>
        <w:t>nie dotyczy</w:t>
      </w:r>
    </w:p>
    <w:p w14:paraId="6CCD2ADF" w14:textId="77777777" w:rsidR="0085747A" w:rsidRPr="006C3461" w:rsidRDefault="0085747A" w:rsidP="006C6D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C3461">
        <w:rPr>
          <w:rFonts w:ascii="Corbel" w:hAnsi="Corbel"/>
          <w:sz w:val="24"/>
          <w:szCs w:val="24"/>
        </w:rPr>
        <w:t xml:space="preserve">, </w:t>
      </w:r>
      <w:r w:rsidRPr="006C346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C3461" w14:paraId="16EF4B21" w14:textId="77777777" w:rsidTr="00923D7D">
        <w:tc>
          <w:tcPr>
            <w:tcW w:w="9639" w:type="dxa"/>
          </w:tcPr>
          <w:p w14:paraId="15F29949" w14:textId="77777777" w:rsidR="0085747A" w:rsidRPr="006C34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6C3461" w14:paraId="348DA9A1" w14:textId="77777777" w:rsidTr="00923D7D">
        <w:tc>
          <w:tcPr>
            <w:tcW w:w="9639" w:type="dxa"/>
          </w:tcPr>
          <w:p w14:paraId="75220102" w14:textId="77777777" w:rsidR="008A3891" w:rsidRPr="006C3461" w:rsidRDefault="008A3891" w:rsidP="00760B2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6C3461" w14:paraId="64FEE70C" w14:textId="77777777" w:rsidTr="00923D7D">
        <w:tc>
          <w:tcPr>
            <w:tcW w:w="9639" w:type="dxa"/>
          </w:tcPr>
          <w:p w14:paraId="39B161BA" w14:textId="77777777"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6C3461" w14:paraId="74E3BEBA" w14:textId="77777777" w:rsidTr="00923D7D">
        <w:tc>
          <w:tcPr>
            <w:tcW w:w="9639" w:type="dxa"/>
          </w:tcPr>
          <w:p w14:paraId="21F2A655" w14:textId="77777777" w:rsidR="008A3891" w:rsidRPr="006C3461" w:rsidRDefault="008A3891" w:rsidP="00760B2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C346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6C346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6C346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6C3461" w14:paraId="347342DA" w14:textId="77777777" w:rsidTr="00923D7D">
        <w:tc>
          <w:tcPr>
            <w:tcW w:w="9639" w:type="dxa"/>
          </w:tcPr>
          <w:p w14:paraId="6018DA15" w14:textId="77777777"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6C3461" w14:paraId="4023F2BA" w14:textId="77777777" w:rsidTr="00923D7D">
        <w:tc>
          <w:tcPr>
            <w:tcW w:w="9639" w:type="dxa"/>
          </w:tcPr>
          <w:p w14:paraId="44D87C43" w14:textId="77777777" w:rsidR="008A3891" w:rsidRPr="006C3461" w:rsidRDefault="008A3891" w:rsidP="00760B29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14:paraId="3E23A1FC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0A2745" w14:textId="77777777" w:rsidR="0085747A" w:rsidRPr="006C346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>3.4 Metody dydaktyczne</w:t>
      </w:r>
      <w:r w:rsidRPr="006C3461">
        <w:rPr>
          <w:rFonts w:ascii="Corbel" w:hAnsi="Corbel"/>
          <w:b w:val="0"/>
          <w:smallCaps w:val="0"/>
          <w:szCs w:val="24"/>
        </w:rPr>
        <w:t xml:space="preserve"> </w:t>
      </w:r>
    </w:p>
    <w:p w14:paraId="38918365" w14:textId="77777777" w:rsidR="00342428" w:rsidRPr="006C3461" w:rsidRDefault="0035252D" w:rsidP="00342428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C3461">
        <w:rPr>
          <w:rFonts w:ascii="Corbel" w:hAnsi="Corbel"/>
          <w:sz w:val="24"/>
          <w:szCs w:val="24"/>
        </w:rPr>
        <w:t>warsztaty: rozwiązywanie zadań, analiza przypadków, praca indywidualna, praca w grupach, dyskusja</w:t>
      </w:r>
    </w:p>
    <w:p w14:paraId="416A80F3" w14:textId="77777777" w:rsidR="00153C41" w:rsidRPr="006C34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DE1BA27" w14:textId="77777777" w:rsidR="0085747A" w:rsidRPr="006C346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 </w:t>
      </w:r>
      <w:r w:rsidR="0085747A" w:rsidRPr="006C3461">
        <w:rPr>
          <w:rFonts w:ascii="Corbel" w:hAnsi="Corbel"/>
          <w:smallCaps w:val="0"/>
          <w:szCs w:val="24"/>
        </w:rPr>
        <w:t>METODY I KRYTERIA OCENY</w:t>
      </w:r>
      <w:r w:rsidR="009F4610" w:rsidRPr="006C3461">
        <w:rPr>
          <w:rFonts w:ascii="Corbel" w:hAnsi="Corbel"/>
          <w:smallCaps w:val="0"/>
          <w:szCs w:val="24"/>
        </w:rPr>
        <w:t xml:space="preserve"> </w:t>
      </w:r>
    </w:p>
    <w:p w14:paraId="47AF35C5" w14:textId="77777777" w:rsidR="00923D7D" w:rsidRPr="006C346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AEAAF9" w14:textId="77777777" w:rsidR="0085747A" w:rsidRPr="006C3461" w:rsidRDefault="0085747A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346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C3461" w14:paraId="75496866" w14:textId="77777777" w:rsidTr="00C05F44">
        <w:tc>
          <w:tcPr>
            <w:tcW w:w="1985" w:type="dxa"/>
            <w:vAlign w:val="center"/>
          </w:tcPr>
          <w:p w14:paraId="72E1D537" w14:textId="77777777" w:rsidR="0085747A" w:rsidRPr="006C346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BD991D" w14:textId="77777777" w:rsidR="0085747A" w:rsidRPr="006C346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0A7CA5E" w14:textId="77777777" w:rsidR="0085747A" w:rsidRPr="006C346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0B7A5F" w14:textId="77777777" w:rsidR="00923D7D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628307" w14:textId="77777777" w:rsidR="0085747A" w:rsidRPr="006C346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6C3461" w14:paraId="1CA75E2C" w14:textId="77777777" w:rsidTr="004D1BBB">
        <w:tc>
          <w:tcPr>
            <w:tcW w:w="1985" w:type="dxa"/>
            <w:vAlign w:val="center"/>
          </w:tcPr>
          <w:p w14:paraId="1C370E7D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14:paraId="07338796" w14:textId="77777777" w:rsidR="004D1BBB" w:rsidRPr="006C3461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5EE5457B" w14:textId="77777777" w:rsidR="004D1BBB" w:rsidRPr="006C3461" w:rsidRDefault="00687185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78AD77F9" w14:textId="77777777" w:rsidTr="00CC32D9">
        <w:tc>
          <w:tcPr>
            <w:tcW w:w="1985" w:type="dxa"/>
            <w:vAlign w:val="center"/>
          </w:tcPr>
          <w:p w14:paraId="5BD47355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00596A4F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015017CB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1C678C70" w14:textId="77777777" w:rsidTr="00964ED8">
        <w:tc>
          <w:tcPr>
            <w:tcW w:w="1985" w:type="dxa"/>
            <w:vAlign w:val="center"/>
          </w:tcPr>
          <w:p w14:paraId="31E080A2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0CB398C0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60F7C5AE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6D4AF928" w14:textId="77777777" w:rsidTr="00CA10FA">
        <w:tc>
          <w:tcPr>
            <w:tcW w:w="1985" w:type="dxa"/>
            <w:vAlign w:val="center"/>
          </w:tcPr>
          <w:p w14:paraId="4B837190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14:paraId="0CA88917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38A000C9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BBB" w:rsidRPr="006C3461" w14:paraId="253D0F70" w14:textId="77777777" w:rsidTr="003A5014">
        <w:tc>
          <w:tcPr>
            <w:tcW w:w="1985" w:type="dxa"/>
            <w:vAlign w:val="center"/>
          </w:tcPr>
          <w:p w14:paraId="70456113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vAlign w:val="center"/>
          </w:tcPr>
          <w:p w14:paraId="30AA0552" w14:textId="77777777" w:rsidR="004D1BBB" w:rsidRPr="006C3461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vAlign w:val="center"/>
          </w:tcPr>
          <w:p w14:paraId="059AF887" w14:textId="77777777" w:rsidR="004D1BBB" w:rsidRPr="006C3461" w:rsidRDefault="00687185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285FE9A" w14:textId="77777777" w:rsidR="006C6DE3" w:rsidRPr="006C3461" w:rsidRDefault="006C6DE3" w:rsidP="006C6D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985154A" w14:textId="77777777" w:rsidR="00923D7D" w:rsidRPr="006C3461" w:rsidRDefault="003E1941" w:rsidP="006C6D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4.2 </w:t>
      </w:r>
      <w:r w:rsidR="0085747A" w:rsidRPr="006C346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3461" w14:paraId="7922928C" w14:textId="77777777" w:rsidTr="00923D7D">
        <w:tc>
          <w:tcPr>
            <w:tcW w:w="9670" w:type="dxa"/>
          </w:tcPr>
          <w:p w14:paraId="618E8C53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procentowego udziału uzyskanych punktów student otrzyma następujące oceny:</w:t>
            </w:r>
          </w:p>
          <w:p w14:paraId="34AA4131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&lt; 50%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0293C401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51 - 64%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79D30D9C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65 - 74%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30BE232B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75 - 84%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0957FF04" w14:textId="77777777" w:rsidR="00747021" w:rsidRPr="006C346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% uzyskanych punktów pomiędzy 85 - 94% –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FDF007E" w14:textId="77777777" w:rsidR="0085747A" w:rsidRPr="006C3461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6C3461">
              <w:rPr>
                <w:rFonts w:ascii="Corbel" w:hAnsi="Corbel"/>
                <w:szCs w:val="24"/>
              </w:rPr>
              <w:t>–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 w:rsidRPr="006C3461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6C346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3E5D0E94" w14:textId="77777777" w:rsidR="0085747A" w:rsidRPr="006C346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051836" w14:textId="77777777" w:rsidR="0085747A" w:rsidRPr="006C3461" w:rsidRDefault="0085747A" w:rsidP="006C6D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3461">
        <w:rPr>
          <w:rFonts w:ascii="Corbel" w:hAnsi="Corbel"/>
          <w:b/>
          <w:sz w:val="24"/>
          <w:szCs w:val="24"/>
        </w:rPr>
        <w:t xml:space="preserve">5. </w:t>
      </w:r>
      <w:r w:rsidR="00C61DC5" w:rsidRPr="006C346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C3461" w14:paraId="71B25907" w14:textId="77777777" w:rsidTr="003E1941">
        <w:tc>
          <w:tcPr>
            <w:tcW w:w="4962" w:type="dxa"/>
            <w:vAlign w:val="center"/>
          </w:tcPr>
          <w:p w14:paraId="457E9E4B" w14:textId="77777777"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8B7272" w14:textId="77777777" w:rsidR="0085747A" w:rsidRPr="006C346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34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C34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3461" w14:paraId="7714B121" w14:textId="77777777" w:rsidTr="00126BDE">
        <w:tc>
          <w:tcPr>
            <w:tcW w:w="4962" w:type="dxa"/>
            <w:vAlign w:val="center"/>
          </w:tcPr>
          <w:p w14:paraId="620E44AC" w14:textId="2961C1FC" w:rsidR="0085747A" w:rsidRPr="006C3461" w:rsidRDefault="00C61DC5" w:rsidP="00F20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G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F20615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="0085747A" w:rsidRPr="006C3461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06C346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86D6050" w14:textId="77777777" w:rsidR="0085747A" w:rsidRPr="006C3461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14:paraId="161D14B7" w14:textId="77777777" w:rsidTr="00126BDE">
        <w:tc>
          <w:tcPr>
            <w:tcW w:w="4962" w:type="dxa"/>
            <w:vAlign w:val="center"/>
          </w:tcPr>
          <w:p w14:paraId="6FDC378C" w14:textId="77777777"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E4BD9BC" w14:textId="77777777"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EED0671" w14:textId="77777777"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3461" w14:paraId="552ABFE7" w14:textId="77777777" w:rsidTr="00126BDE">
        <w:tc>
          <w:tcPr>
            <w:tcW w:w="4962" w:type="dxa"/>
            <w:vAlign w:val="center"/>
          </w:tcPr>
          <w:p w14:paraId="74B0671A" w14:textId="77777777" w:rsidR="0071620A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346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346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E703A3F" w14:textId="77777777" w:rsidR="00C61DC5" w:rsidRPr="006C3461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227748A6" w14:textId="77777777" w:rsidR="00C61DC5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C3461" w14:paraId="3DF461A9" w14:textId="77777777" w:rsidTr="00126BDE">
        <w:tc>
          <w:tcPr>
            <w:tcW w:w="4962" w:type="dxa"/>
            <w:vAlign w:val="center"/>
          </w:tcPr>
          <w:p w14:paraId="6410D237" w14:textId="77777777"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45D64E4" w14:textId="77777777"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C3461" w14:paraId="0435912B" w14:textId="77777777" w:rsidTr="00126BDE">
        <w:tc>
          <w:tcPr>
            <w:tcW w:w="4962" w:type="dxa"/>
            <w:vAlign w:val="center"/>
          </w:tcPr>
          <w:p w14:paraId="63535A59" w14:textId="77777777" w:rsidR="0085747A" w:rsidRPr="006C3461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FBDECE4" w14:textId="77777777" w:rsidR="0085747A" w:rsidRPr="006C3461" w:rsidRDefault="00687185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60EC3CA" w14:textId="77777777" w:rsidR="0085747A" w:rsidRPr="006C3461" w:rsidRDefault="00923D7D" w:rsidP="006C6D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C346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C346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79D374" w14:textId="77777777" w:rsidR="003E1941" w:rsidRPr="006C346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1F664" w14:textId="77777777" w:rsidR="0085747A" w:rsidRPr="006C3461" w:rsidRDefault="0071620A" w:rsidP="006C6D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6. </w:t>
      </w:r>
      <w:r w:rsidR="0085747A" w:rsidRPr="006C3461">
        <w:rPr>
          <w:rFonts w:ascii="Corbel" w:hAnsi="Corbel"/>
          <w:smallCaps w:val="0"/>
          <w:szCs w:val="24"/>
        </w:rPr>
        <w:t>PRAKTYKI ZAWODOWE W RAMACH PRZEDMIOTU/ MODUŁU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C3461" w14:paraId="4D10E705" w14:textId="77777777" w:rsidTr="006C6DE3">
        <w:trPr>
          <w:trHeight w:val="397"/>
        </w:trPr>
        <w:tc>
          <w:tcPr>
            <w:tcW w:w="4111" w:type="dxa"/>
            <w:vAlign w:val="center"/>
          </w:tcPr>
          <w:p w14:paraId="3946075C" w14:textId="77777777" w:rsidR="0085747A" w:rsidRPr="006C3461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4E9534A1" w14:textId="77777777" w:rsidR="0085747A" w:rsidRPr="006C3461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6C3461" w14:paraId="33038AC3" w14:textId="77777777" w:rsidTr="006C6DE3">
        <w:trPr>
          <w:trHeight w:val="397"/>
        </w:trPr>
        <w:tc>
          <w:tcPr>
            <w:tcW w:w="4111" w:type="dxa"/>
            <w:vAlign w:val="center"/>
          </w:tcPr>
          <w:p w14:paraId="1C7B7F30" w14:textId="77777777" w:rsidR="00126BDE" w:rsidRPr="006C3461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8CB1C25" w14:textId="77777777" w:rsidR="00126BDE" w:rsidRPr="006C3461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9EF3415" w14:textId="77777777" w:rsidR="003E1941" w:rsidRPr="006C346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ADC9EB" w14:textId="77777777" w:rsidR="00675843" w:rsidRPr="006C346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3461">
        <w:rPr>
          <w:rFonts w:ascii="Corbel" w:hAnsi="Corbel"/>
          <w:smallCaps w:val="0"/>
          <w:szCs w:val="24"/>
        </w:rPr>
        <w:t xml:space="preserve">7. </w:t>
      </w:r>
      <w:r w:rsidR="0085747A" w:rsidRPr="006C3461">
        <w:rPr>
          <w:rFonts w:ascii="Corbel" w:hAnsi="Corbel"/>
          <w:smallCaps w:val="0"/>
          <w:szCs w:val="24"/>
        </w:rPr>
        <w:t>LITERATURA</w:t>
      </w:r>
      <w:r w:rsidRPr="006C3461">
        <w:rPr>
          <w:rFonts w:ascii="Corbel" w:hAnsi="Corbel"/>
          <w:smallCaps w:val="0"/>
          <w:szCs w:val="24"/>
        </w:rPr>
        <w:t xml:space="preserve"> </w:t>
      </w:r>
    </w:p>
    <w:tbl>
      <w:tblPr>
        <w:tblpPr w:leftFromText="141" w:rightFromText="141" w:vertAnchor="text" w:tblpX="108" w:tblpY="1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85747A" w:rsidRPr="006C3461" w14:paraId="7BC64297" w14:textId="77777777" w:rsidTr="006C6DE3">
        <w:trPr>
          <w:trHeight w:val="397"/>
        </w:trPr>
        <w:tc>
          <w:tcPr>
            <w:tcW w:w="9526" w:type="dxa"/>
          </w:tcPr>
          <w:p w14:paraId="1E28105E" w14:textId="77777777"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08B161" w14:textId="77777777"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Jóźwiak J., Podgórski J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6C3461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14:paraId="228997CD" w14:textId="77777777"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Snarska I.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6C3461">
              <w:rPr>
                <w:rFonts w:ascii="Corbel" w:hAnsi="Corbel"/>
                <w:sz w:val="24"/>
                <w:szCs w:val="24"/>
              </w:rPr>
              <w:t>. Wydawnictwo Placet, W</w:t>
            </w:r>
            <w:r w:rsidR="006C6DE3" w:rsidRPr="006C3461">
              <w:rPr>
                <w:rFonts w:ascii="Corbel" w:hAnsi="Corbel"/>
                <w:sz w:val="24"/>
                <w:szCs w:val="24"/>
              </w:rPr>
              <w:t>arszawa 2011 lub wydanie nowsze</w:t>
            </w:r>
          </w:p>
          <w:p w14:paraId="13916AD8" w14:textId="77777777" w:rsidR="0035252D" w:rsidRPr="006C3461" w:rsidRDefault="00126BDE" w:rsidP="006C6D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3461">
              <w:rPr>
                <w:rFonts w:ascii="Corbel" w:hAnsi="Corbel"/>
                <w:b/>
                <w:sz w:val="24"/>
                <w:szCs w:val="24"/>
              </w:rPr>
              <w:t>Sobczyk M.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14:paraId="4CBCA301" w14:textId="77777777" w:rsidR="00126BDE" w:rsidRPr="006C3461" w:rsidRDefault="00126BDE" w:rsidP="006C6DE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Sobczyk M.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6C3461" w14:paraId="2F560439" w14:textId="77777777" w:rsidTr="006C6DE3">
        <w:trPr>
          <w:trHeight w:val="397"/>
        </w:trPr>
        <w:tc>
          <w:tcPr>
            <w:tcW w:w="9526" w:type="dxa"/>
          </w:tcPr>
          <w:p w14:paraId="7FF583E7" w14:textId="77777777" w:rsidR="0085747A" w:rsidRPr="006C3461" w:rsidRDefault="0085747A" w:rsidP="006C6D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346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D2283C" w14:textId="77777777" w:rsidR="00126BDE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/>
                <w:sz w:val="24"/>
                <w:szCs w:val="24"/>
              </w:rPr>
              <w:t>Kassyk</w:t>
            </w:r>
            <w:proofErr w:type="spellEnd"/>
            <w:r w:rsidRPr="006C3461">
              <w:rPr>
                <w:rFonts w:ascii="Corbel" w:hAnsi="Corbel"/>
                <w:b/>
                <w:sz w:val="24"/>
                <w:szCs w:val="24"/>
              </w:rPr>
              <w:t>-Rokicka H.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14:paraId="015E4E42" w14:textId="77777777" w:rsidR="0035252D" w:rsidRPr="006C3461" w:rsidRDefault="00126BDE" w:rsidP="006C6D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3461">
              <w:rPr>
                <w:rFonts w:ascii="Corbel" w:hAnsi="Corbel"/>
                <w:b/>
                <w:sz w:val="24"/>
                <w:szCs w:val="24"/>
              </w:rPr>
              <w:t>Luszniewicz</w:t>
            </w:r>
            <w:proofErr w:type="spellEnd"/>
            <w:r w:rsidRPr="006C3461">
              <w:rPr>
                <w:rFonts w:ascii="Corbel" w:hAnsi="Corbel"/>
                <w:b/>
                <w:sz w:val="24"/>
                <w:szCs w:val="24"/>
              </w:rPr>
              <w:t xml:space="preserve"> A.</w:t>
            </w:r>
            <w:r w:rsidRPr="006C34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3461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6C3461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14:paraId="19ECDFE5" w14:textId="77777777" w:rsidR="00126BDE" w:rsidRPr="006C3461" w:rsidRDefault="00126BDE" w:rsidP="006C6D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461">
              <w:rPr>
                <w:rFonts w:ascii="Corbel" w:hAnsi="Corbel"/>
                <w:smallCaps w:val="0"/>
                <w:szCs w:val="24"/>
              </w:rPr>
              <w:t xml:space="preserve">Ferguson G.A., </w:t>
            </w:r>
            <w:proofErr w:type="spellStart"/>
            <w:r w:rsidRPr="006C3461">
              <w:rPr>
                <w:rFonts w:ascii="Corbel" w:hAnsi="Corbel"/>
                <w:smallCaps w:val="0"/>
                <w:szCs w:val="24"/>
              </w:rPr>
              <w:t>Takane</w:t>
            </w:r>
            <w:proofErr w:type="spellEnd"/>
            <w:r w:rsidRPr="006C3461">
              <w:rPr>
                <w:rFonts w:ascii="Corbel" w:hAnsi="Corbel"/>
                <w:smallCaps w:val="0"/>
                <w:szCs w:val="24"/>
              </w:rPr>
              <w:t xml:space="preserve"> Y. </w:t>
            </w:r>
            <w:r w:rsidRPr="006C3461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6C3461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14:paraId="44B10650" w14:textId="6EE889E7" w:rsidR="0085747A" w:rsidRPr="006C3461" w:rsidRDefault="004776E6" w:rsidP="008841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lastRenderedPageBreak/>
        <w:br w:type="textWrapping" w:clear="all"/>
      </w:r>
    </w:p>
    <w:p w14:paraId="0F5690BB" w14:textId="530B2DCA" w:rsidR="0035252D" w:rsidRPr="0088416C" w:rsidRDefault="0085747A" w:rsidP="008841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346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35252D" w:rsidRPr="006C3461">
        <w:rPr>
          <w:rFonts w:ascii="Corbel" w:hAnsi="Corbel"/>
          <w:b w:val="0"/>
          <w:smallCaps w:val="0"/>
          <w:szCs w:val="24"/>
        </w:rPr>
        <w:t>:</w:t>
      </w:r>
    </w:p>
    <w:sectPr w:rsidR="0035252D" w:rsidRPr="0088416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D5C53" w14:textId="77777777" w:rsidR="007049FE" w:rsidRDefault="007049FE" w:rsidP="00C16ABF">
      <w:pPr>
        <w:spacing w:after="0" w:line="240" w:lineRule="auto"/>
      </w:pPr>
      <w:r>
        <w:separator/>
      </w:r>
    </w:p>
  </w:endnote>
  <w:endnote w:type="continuationSeparator" w:id="0">
    <w:p w14:paraId="46D2CD5D" w14:textId="77777777" w:rsidR="007049FE" w:rsidRDefault="007049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24CCA" w14:textId="77777777" w:rsidR="007049FE" w:rsidRDefault="007049FE" w:rsidP="00C16ABF">
      <w:pPr>
        <w:spacing w:after="0" w:line="240" w:lineRule="auto"/>
      </w:pPr>
      <w:r>
        <w:separator/>
      </w:r>
    </w:p>
  </w:footnote>
  <w:footnote w:type="continuationSeparator" w:id="0">
    <w:p w14:paraId="2BFBEAFE" w14:textId="77777777" w:rsidR="007049FE" w:rsidRDefault="007049FE" w:rsidP="00C16ABF">
      <w:pPr>
        <w:spacing w:after="0" w:line="240" w:lineRule="auto"/>
      </w:pPr>
      <w:r>
        <w:continuationSeparator/>
      </w:r>
    </w:p>
  </w:footnote>
  <w:footnote w:id="1">
    <w:p w14:paraId="4BF805A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43FAA"/>
    <w:multiLevelType w:val="hybridMultilevel"/>
    <w:tmpl w:val="18F8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774C9"/>
    <w:multiLevelType w:val="hybridMultilevel"/>
    <w:tmpl w:val="3276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166F4"/>
    <w:rsid w:val="00022ECE"/>
    <w:rsid w:val="0004265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8B"/>
    <w:rsid w:val="000A296F"/>
    <w:rsid w:val="000A2A28"/>
    <w:rsid w:val="000A7F18"/>
    <w:rsid w:val="000B192D"/>
    <w:rsid w:val="000B28EE"/>
    <w:rsid w:val="000B3E37"/>
    <w:rsid w:val="000D04B0"/>
    <w:rsid w:val="000D4BBE"/>
    <w:rsid w:val="000F1C57"/>
    <w:rsid w:val="000F5615"/>
    <w:rsid w:val="00102F01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399"/>
    <w:rsid w:val="001C53EC"/>
    <w:rsid w:val="001D657B"/>
    <w:rsid w:val="001D7B54"/>
    <w:rsid w:val="001E0209"/>
    <w:rsid w:val="001E587C"/>
    <w:rsid w:val="001F2CA2"/>
    <w:rsid w:val="0020021F"/>
    <w:rsid w:val="0021258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A6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252D"/>
    <w:rsid w:val="003530DD"/>
    <w:rsid w:val="00361C0C"/>
    <w:rsid w:val="00363F78"/>
    <w:rsid w:val="00393637"/>
    <w:rsid w:val="003A0A5B"/>
    <w:rsid w:val="003A1176"/>
    <w:rsid w:val="003C0BAE"/>
    <w:rsid w:val="003C458D"/>
    <w:rsid w:val="003D18A9"/>
    <w:rsid w:val="003D6CE2"/>
    <w:rsid w:val="003D7366"/>
    <w:rsid w:val="003E1941"/>
    <w:rsid w:val="003E2FE6"/>
    <w:rsid w:val="003E49D5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E370B"/>
    <w:rsid w:val="004E50AD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C080F"/>
    <w:rsid w:val="005C55E5"/>
    <w:rsid w:val="005C6375"/>
    <w:rsid w:val="005C696A"/>
    <w:rsid w:val="005E6E85"/>
    <w:rsid w:val="005F12B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185"/>
    <w:rsid w:val="00696477"/>
    <w:rsid w:val="00697E01"/>
    <w:rsid w:val="006C3461"/>
    <w:rsid w:val="006C6DE3"/>
    <w:rsid w:val="006D050F"/>
    <w:rsid w:val="006D6139"/>
    <w:rsid w:val="006E5D65"/>
    <w:rsid w:val="006F1282"/>
    <w:rsid w:val="006F1FBC"/>
    <w:rsid w:val="006F31E2"/>
    <w:rsid w:val="00704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01618"/>
    <w:rsid w:val="0081554D"/>
    <w:rsid w:val="0081707E"/>
    <w:rsid w:val="008449B3"/>
    <w:rsid w:val="0085747A"/>
    <w:rsid w:val="0088416C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031F"/>
    <w:rsid w:val="008E64F4"/>
    <w:rsid w:val="008F12C9"/>
    <w:rsid w:val="008F6E29"/>
    <w:rsid w:val="00916188"/>
    <w:rsid w:val="00923D7D"/>
    <w:rsid w:val="00940D7C"/>
    <w:rsid w:val="00942EDA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0B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517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9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71"/>
    <w:rsid w:val="00C61DC5"/>
    <w:rsid w:val="00C67E92"/>
    <w:rsid w:val="00C70A26"/>
    <w:rsid w:val="00C766DF"/>
    <w:rsid w:val="00C91D76"/>
    <w:rsid w:val="00C94B98"/>
    <w:rsid w:val="00CA2B96"/>
    <w:rsid w:val="00CA5089"/>
    <w:rsid w:val="00CB13DB"/>
    <w:rsid w:val="00CD6897"/>
    <w:rsid w:val="00CE5BAC"/>
    <w:rsid w:val="00CF24A8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9F8"/>
    <w:rsid w:val="00DB0376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43F3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A77"/>
    <w:rsid w:val="00F070AB"/>
    <w:rsid w:val="00F17567"/>
    <w:rsid w:val="00F20615"/>
    <w:rsid w:val="00F27A7B"/>
    <w:rsid w:val="00F526AF"/>
    <w:rsid w:val="00F617C3"/>
    <w:rsid w:val="00F7066B"/>
    <w:rsid w:val="00F83B28"/>
    <w:rsid w:val="00FA46E5"/>
    <w:rsid w:val="00FA5B12"/>
    <w:rsid w:val="00FB43F0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C442"/>
  <w15:docId w15:val="{14660909-C579-4D91-A6FB-E3ECA87B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EDFEA-18D8-4ABB-AD55-61E194CD1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2020-02-19T07:32:00Z</dcterms:created>
  <dcterms:modified xsi:type="dcterms:W3CDTF">2023-05-19T06:53:00Z</dcterms:modified>
</cp:coreProperties>
</file>